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2F16" w14:textId="77777777" w:rsidR="00167EA6" w:rsidRPr="001D625C" w:rsidRDefault="001D625C" w:rsidP="00B57766">
      <w:pPr>
        <w:spacing w:line="360" w:lineRule="auto"/>
        <w:jc w:val="center"/>
        <w:rPr>
          <w:b/>
          <w:bCs/>
          <w:sz w:val="28"/>
        </w:rPr>
      </w:pPr>
      <w:r w:rsidRPr="001D625C">
        <w:rPr>
          <w:b/>
          <w:bCs/>
          <w:sz w:val="28"/>
        </w:rPr>
        <w:t xml:space="preserve">LIST OF </w:t>
      </w:r>
      <w:r w:rsidR="00FE6D03">
        <w:rPr>
          <w:b/>
          <w:bCs/>
          <w:sz w:val="28"/>
        </w:rPr>
        <w:t>TABLES</w:t>
      </w:r>
    </w:p>
    <w:p w14:paraId="224C6484" w14:textId="77777777" w:rsidR="00167EA6" w:rsidRDefault="00167EA6" w:rsidP="00B57766">
      <w:pPr>
        <w:spacing w:line="360" w:lineRule="auto"/>
        <w:jc w:val="center"/>
        <w:rPr>
          <w:b/>
          <w:bCs/>
          <w:sz w:val="28"/>
        </w:rPr>
      </w:pPr>
    </w:p>
    <w:p w14:paraId="67B8E9CD" w14:textId="77777777" w:rsidR="00167EA6" w:rsidRPr="000F682F" w:rsidRDefault="00FE6D03" w:rsidP="00B57766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Tables</w:t>
      </w:r>
      <w:r w:rsidR="001D625C">
        <w:rPr>
          <w:rFonts w:ascii="Times New Roman" w:hAnsi="Times New Roman"/>
          <w:sz w:val="26"/>
          <w:szCs w:val="26"/>
        </w:rPr>
        <w:tab/>
      </w:r>
      <w:r w:rsidR="00167EA6" w:rsidRPr="001D625C">
        <w:rPr>
          <w:rFonts w:ascii="Times New Roman" w:hAnsi="Times New Roman"/>
          <w:sz w:val="26"/>
          <w:szCs w:val="26"/>
        </w:rPr>
        <w:t>Page</w:t>
      </w:r>
    </w:p>
    <w:p w14:paraId="3BEE531C" w14:textId="77777777" w:rsidR="001D625C" w:rsidRPr="005014AA" w:rsidRDefault="001D625C" w:rsidP="00B57766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14:paraId="40F739C1" w14:textId="77777777" w:rsidR="001D625C" w:rsidRPr="000F682F" w:rsidRDefault="000F682F" w:rsidP="000F682F">
      <w:pPr>
        <w:pStyle w:val="Title"/>
        <w:tabs>
          <w:tab w:val="right" w:pos="1138"/>
          <w:tab w:val="right" w:pos="8280"/>
        </w:tabs>
        <w:spacing w:line="360" w:lineRule="auto"/>
        <w:ind w:left="1140" w:hanging="4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o. of Tabl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[No. of Table]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1D625C">
        <w:rPr>
          <w:rFonts w:ascii="Times New Roman" w:hAnsi="Times New Roman" w:cs="Times New Roman"/>
          <w:sz w:val="24"/>
          <w:szCs w:val="24"/>
        </w:rPr>
        <w:t xml:space="preserve">  </w:t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ame of Table]"/>
              <w:format w:val="ทำอักษรตัวแรกเป็นตัวพิมพ์ใหญ่"/>
            </w:textInput>
          </w:ffData>
        </w:fldChar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Pr="001C6897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[Name of Table]</w:t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ame of Table (continued)]"/>
              <w:format w:val="ทำอักษรตัวแรกเป็นตัวพิมพ์ใหญ่"/>
            </w:textInput>
          </w:ffData>
        </w:fldCha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[Name of Table (continued)]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676F801F" w14:textId="77777777" w:rsidR="001D625C" w:rsidRPr="001D625C" w:rsidRDefault="001C6897" w:rsidP="00F04EB6">
      <w:pPr>
        <w:pStyle w:val="Title"/>
        <w:tabs>
          <w:tab w:val="right" w:pos="8280"/>
        </w:tabs>
        <w:spacing w:line="360" w:lineRule="auto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o. of Tabl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[No. of Table]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ame of Table]"/>
              <w:format w:val="ทำอักษรตัวแรกเป็นตัวพิมพ์ใหญ่"/>
            </w:textInput>
          </w:ffData>
        </w:fldChar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Pr="001C6897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[Name of Table]</w:t>
      </w:r>
      <w:r w:rsidRPr="001C6897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sz w:val="26"/>
          <w:szCs w:val="26"/>
        </w:rPr>
        <w:tab/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  <w:r w:rsidR="008B192A">
        <w:rPr>
          <w:rFonts w:ascii="Times New Roman" w:hAnsi="Times New Roman"/>
          <w:sz w:val="26"/>
          <w:szCs w:val="26"/>
        </w:rPr>
        <w:br/>
      </w:r>
    </w:p>
    <w:sectPr w:rsidR="001D625C" w:rsidRPr="001D625C" w:rsidSect="001D625C">
      <w:headerReference w:type="even" r:id="rId6"/>
      <w:pgSz w:w="11906" w:h="16838" w:code="9"/>
      <w:pgMar w:top="2160" w:right="1440" w:bottom="1440" w:left="2160" w:header="144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1E68" w14:textId="77777777" w:rsidR="0087011D" w:rsidRDefault="0087011D">
      <w:r>
        <w:separator/>
      </w:r>
    </w:p>
  </w:endnote>
  <w:endnote w:type="continuationSeparator" w:id="0">
    <w:p w14:paraId="7F448768" w14:textId="77777777" w:rsidR="0087011D" w:rsidRDefault="0087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altName w:val="Arial Unicode MS"/>
    <w:charset w:val="DE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072D5" w14:textId="77777777" w:rsidR="0087011D" w:rsidRDefault="0087011D">
      <w:r>
        <w:separator/>
      </w:r>
    </w:p>
  </w:footnote>
  <w:footnote w:type="continuationSeparator" w:id="0">
    <w:p w14:paraId="79A4F628" w14:textId="77777777" w:rsidR="0087011D" w:rsidRDefault="00870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4AAD2" w14:textId="77777777" w:rsidR="00F659B2" w:rsidRDefault="00F659B2" w:rsidP="001D62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6A29B6" w14:textId="77777777" w:rsidR="00F659B2" w:rsidRDefault="00F659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BB"/>
    <w:rsid w:val="00091B87"/>
    <w:rsid w:val="000F682F"/>
    <w:rsid w:val="00160A35"/>
    <w:rsid w:val="00167EA6"/>
    <w:rsid w:val="001C6897"/>
    <w:rsid w:val="001D625C"/>
    <w:rsid w:val="003A35DB"/>
    <w:rsid w:val="005014AA"/>
    <w:rsid w:val="00512855"/>
    <w:rsid w:val="00672BDE"/>
    <w:rsid w:val="006E0A1F"/>
    <w:rsid w:val="0077599C"/>
    <w:rsid w:val="007A11BB"/>
    <w:rsid w:val="007F1659"/>
    <w:rsid w:val="00807597"/>
    <w:rsid w:val="0087011D"/>
    <w:rsid w:val="008B192A"/>
    <w:rsid w:val="008C2049"/>
    <w:rsid w:val="008F5972"/>
    <w:rsid w:val="009A7270"/>
    <w:rsid w:val="00A87C72"/>
    <w:rsid w:val="00B57766"/>
    <w:rsid w:val="00B66418"/>
    <w:rsid w:val="00C42982"/>
    <w:rsid w:val="00CE3E88"/>
    <w:rsid w:val="00DA3D4A"/>
    <w:rsid w:val="00DA5762"/>
    <w:rsid w:val="00E56672"/>
    <w:rsid w:val="00ED5F4B"/>
    <w:rsid w:val="00ED6B19"/>
    <w:rsid w:val="00EF0304"/>
    <w:rsid w:val="00F04EB6"/>
    <w:rsid w:val="00F45AA7"/>
    <w:rsid w:val="00F659B2"/>
    <w:rsid w:val="00FA49BB"/>
    <w:rsid w:val="00FE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9A4EEA"/>
  <w15:chartTrackingRefBased/>
  <w15:docId w15:val="{1DF985DD-E9CF-4850-9E60-ACCB046F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67EA6"/>
    <w:pPr>
      <w:jc w:val="center"/>
    </w:pPr>
    <w:rPr>
      <w:rFonts w:ascii="CordiaUPC" w:eastAsia="Cordia New" w:hAnsi="CordiaUPC" w:cs="CordiaUPC"/>
      <w:b/>
      <w:bCs/>
      <w:sz w:val="40"/>
      <w:szCs w:val="40"/>
    </w:rPr>
  </w:style>
  <w:style w:type="paragraph" w:styleId="Header">
    <w:name w:val="header"/>
    <w:basedOn w:val="Normal"/>
    <w:rsid w:val="008F597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F5972"/>
  </w:style>
  <w:style w:type="paragraph" w:styleId="Footer">
    <w:name w:val="footer"/>
    <w:basedOn w:val="Normal"/>
    <w:rsid w:val="001D625C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6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6.%20LIST%20OF%20TAB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6. LIST OF TABLES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TABLE OF CONTENTS</vt:lpstr>
      <vt:lpstr>TABLE OF CONTENTS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MHT</dc:creator>
  <cp:keywords/>
  <dc:description/>
  <cp:lastModifiedBy>Hasnat Tanvir</cp:lastModifiedBy>
  <cp:revision>1</cp:revision>
  <dcterms:created xsi:type="dcterms:W3CDTF">2023-10-29T07:29:00Z</dcterms:created>
  <dcterms:modified xsi:type="dcterms:W3CDTF">2023-10-29T07:29:00Z</dcterms:modified>
</cp:coreProperties>
</file>